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FA59CF" w:rsidRPr="00E960BB" w:rsidRDefault="00FA59CF" w:rsidP="00FA59C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98A8AA9" w14:textId="77777777" w:rsidR="00FA59CF" w:rsidRPr="009C54AE" w:rsidRDefault="00FA59CF" w:rsidP="00FA59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28C15BA5" w:rsidR="00FA59CF" w:rsidRPr="00A33586" w:rsidRDefault="00FA59CF" w:rsidP="00FA59CF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A33586">
        <w:rPr>
          <w:rFonts w:ascii="Corbel" w:hAnsi="Corbel"/>
          <w:smallCaps/>
          <w:sz w:val="24"/>
          <w:szCs w:val="24"/>
        </w:rPr>
        <w:t>202</w:t>
      </w:r>
      <w:r w:rsidR="00B77DA7">
        <w:rPr>
          <w:rFonts w:ascii="Corbel" w:hAnsi="Corbel"/>
          <w:smallCaps/>
          <w:sz w:val="24"/>
          <w:szCs w:val="24"/>
        </w:rPr>
        <w:t>1</w:t>
      </w:r>
      <w:r w:rsidRPr="00A33586">
        <w:rPr>
          <w:rFonts w:ascii="Corbel" w:hAnsi="Corbel"/>
          <w:smallCaps/>
          <w:sz w:val="24"/>
          <w:szCs w:val="24"/>
        </w:rPr>
        <w:t>-202</w:t>
      </w:r>
      <w:r w:rsidR="00B77DA7">
        <w:rPr>
          <w:rFonts w:ascii="Corbel" w:hAnsi="Corbel"/>
          <w:smallCaps/>
          <w:sz w:val="24"/>
          <w:szCs w:val="24"/>
        </w:rPr>
        <w:t>4</w:t>
      </w:r>
    </w:p>
    <w:p w14:paraId="2A94F79A" w14:textId="1919B72B" w:rsidR="00FA59CF" w:rsidRDefault="00A33586" w:rsidP="00A3358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FA59CF">
        <w:rPr>
          <w:rFonts w:ascii="Corbel" w:hAnsi="Corbel"/>
          <w:sz w:val="20"/>
          <w:szCs w:val="20"/>
        </w:rPr>
        <w:t xml:space="preserve"> 202</w:t>
      </w:r>
      <w:r w:rsidR="00B77DA7">
        <w:rPr>
          <w:rFonts w:ascii="Corbel" w:hAnsi="Corbel"/>
          <w:sz w:val="20"/>
          <w:szCs w:val="20"/>
        </w:rPr>
        <w:t>3</w:t>
      </w:r>
      <w:r w:rsidR="00FA59CF">
        <w:rPr>
          <w:rFonts w:ascii="Corbel" w:hAnsi="Corbel"/>
          <w:sz w:val="20"/>
          <w:szCs w:val="20"/>
        </w:rPr>
        <w:t>/202</w:t>
      </w:r>
      <w:r w:rsidR="00B77DA7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72A6659" w14:textId="77777777" w:rsidR="00FA59CF" w:rsidRPr="009C54AE" w:rsidRDefault="00FA59CF" w:rsidP="00FA59C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FA59CF" w:rsidRDefault="00FA59CF" w:rsidP="00FA59C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A59CF" w:rsidRPr="009C54AE" w14:paraId="6B1F28B2" w14:textId="77777777" w:rsidTr="00FC6A6D">
        <w:tc>
          <w:tcPr>
            <w:tcW w:w="2694" w:type="dxa"/>
            <w:vAlign w:val="center"/>
          </w:tcPr>
          <w:p w14:paraId="59701564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B3AB51" w14:textId="77777777" w:rsidR="00FA59CF" w:rsidRPr="00A5466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66E">
              <w:rPr>
                <w:rFonts w:ascii="Corbel" w:hAnsi="Corbel"/>
                <w:b w:val="0"/>
                <w:sz w:val="24"/>
                <w:szCs w:val="24"/>
              </w:rPr>
              <w:t>Badania rynkowe i marketingowe</w:t>
            </w:r>
          </w:p>
        </w:tc>
      </w:tr>
      <w:tr w:rsidR="00FA59CF" w:rsidRPr="009C54AE" w14:paraId="0861B6CD" w14:textId="77777777" w:rsidTr="00FC6A6D">
        <w:tc>
          <w:tcPr>
            <w:tcW w:w="2694" w:type="dxa"/>
            <w:vAlign w:val="center"/>
          </w:tcPr>
          <w:p w14:paraId="4CA29152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13B0A8" w14:textId="77777777" w:rsidR="00FA59CF" w:rsidRPr="00A5466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66E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A5466E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Pr="00A5466E">
              <w:rPr>
                <w:rFonts w:ascii="Corbel" w:hAnsi="Corbel"/>
                <w:b w:val="0"/>
                <w:sz w:val="24"/>
                <w:szCs w:val="24"/>
              </w:rPr>
              <w:t>/C-1.8b</w:t>
            </w:r>
          </w:p>
        </w:tc>
      </w:tr>
      <w:tr w:rsidR="00FA59CF" w:rsidRPr="009C54AE" w14:paraId="4E2F8C33" w14:textId="77777777" w:rsidTr="00FC6A6D">
        <w:tc>
          <w:tcPr>
            <w:tcW w:w="2694" w:type="dxa"/>
            <w:vAlign w:val="center"/>
          </w:tcPr>
          <w:p w14:paraId="19552E28" w14:textId="77777777" w:rsidR="00FA59CF" w:rsidRPr="009C54AE" w:rsidRDefault="00FA59CF" w:rsidP="00332E0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A59CF" w:rsidRPr="009C54AE" w14:paraId="729EEB71" w14:textId="77777777" w:rsidTr="00FC6A6D">
        <w:tc>
          <w:tcPr>
            <w:tcW w:w="2694" w:type="dxa"/>
            <w:vAlign w:val="center"/>
          </w:tcPr>
          <w:p w14:paraId="0A39E105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A59CF" w:rsidRPr="009C54AE" w14:paraId="048482E6" w14:textId="77777777" w:rsidTr="00FC6A6D">
        <w:tc>
          <w:tcPr>
            <w:tcW w:w="2694" w:type="dxa"/>
            <w:vAlign w:val="center"/>
          </w:tcPr>
          <w:p w14:paraId="4B835047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FA59CF" w:rsidRPr="009C54AE" w14:paraId="27F70225" w14:textId="77777777" w:rsidTr="00FC6A6D">
        <w:tc>
          <w:tcPr>
            <w:tcW w:w="2694" w:type="dxa"/>
            <w:vAlign w:val="center"/>
          </w:tcPr>
          <w:p w14:paraId="448A1CED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FA59CF" w:rsidRPr="009C54AE" w14:paraId="3A488BE5" w14:textId="77777777" w:rsidTr="00FC6A6D">
        <w:tc>
          <w:tcPr>
            <w:tcW w:w="2694" w:type="dxa"/>
            <w:vAlign w:val="center"/>
          </w:tcPr>
          <w:p w14:paraId="04C0481C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A59CF" w:rsidRPr="009C54AE" w14:paraId="5C70B2EB" w14:textId="77777777" w:rsidTr="00FC6A6D">
        <w:tc>
          <w:tcPr>
            <w:tcW w:w="2694" w:type="dxa"/>
            <w:vAlign w:val="center"/>
          </w:tcPr>
          <w:p w14:paraId="7C3992E0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40525C2D" w:rsidR="00FA59CF" w:rsidRPr="009F5A75" w:rsidRDefault="009F5A75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A75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FA59CF" w:rsidRPr="009C54AE" w14:paraId="60CC448A" w14:textId="77777777" w:rsidTr="00FC6A6D">
        <w:tc>
          <w:tcPr>
            <w:tcW w:w="2694" w:type="dxa"/>
            <w:vAlign w:val="center"/>
          </w:tcPr>
          <w:p w14:paraId="47AAF248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FA59CF" w:rsidRPr="009C54AE" w14:paraId="6C505C59" w14:textId="77777777" w:rsidTr="00FC6A6D">
        <w:tc>
          <w:tcPr>
            <w:tcW w:w="2694" w:type="dxa"/>
            <w:vAlign w:val="center"/>
          </w:tcPr>
          <w:p w14:paraId="5863A118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FA59CF" w:rsidRPr="009C54AE" w14:paraId="2786482B" w14:textId="77777777" w:rsidTr="00FC6A6D">
        <w:tc>
          <w:tcPr>
            <w:tcW w:w="2694" w:type="dxa"/>
            <w:vAlign w:val="center"/>
          </w:tcPr>
          <w:p w14:paraId="13A990D4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A59CF" w:rsidRPr="009C54AE" w14:paraId="10F5B056" w14:textId="77777777" w:rsidTr="00FC6A6D">
        <w:tc>
          <w:tcPr>
            <w:tcW w:w="2694" w:type="dxa"/>
            <w:vAlign w:val="center"/>
          </w:tcPr>
          <w:p w14:paraId="69C2AF6E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9B67E0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FA59CF" w:rsidRPr="009C54AE" w14:paraId="6733C6F7" w14:textId="77777777" w:rsidTr="00FC6A6D">
        <w:tc>
          <w:tcPr>
            <w:tcW w:w="2694" w:type="dxa"/>
            <w:vAlign w:val="center"/>
          </w:tcPr>
          <w:p w14:paraId="471FE442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1B4ECE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57A64E18" w14:textId="77777777" w:rsidR="00FA59CF" w:rsidRPr="009C54AE" w:rsidRDefault="00FA59CF" w:rsidP="00FA59C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8DA35E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33586">
        <w:rPr>
          <w:rFonts w:ascii="Corbel" w:hAnsi="Corbel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9C54AE" w14:paraId="12288272" w14:textId="77777777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B966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1DF73AB4" w:rsidR="00015B8F" w:rsidRPr="009C54AE" w:rsidRDefault="009F5A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0DDE4DF5" w:rsidR="00015B8F" w:rsidRPr="009C54AE" w:rsidRDefault="009F5A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073B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EAFD9C" w14:textId="77777777" w:rsidR="00FA59CF" w:rsidRPr="009C54AE" w:rsidRDefault="00FA59CF" w:rsidP="00FA59C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FA59CF" w:rsidRPr="009C54AE" w:rsidRDefault="00FA59CF" w:rsidP="00FA59C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A33586" w:rsidRPr="00CA2C2D" w:rsidRDefault="00A33586" w:rsidP="00A335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A33586" w:rsidRPr="00CA2C2D" w:rsidRDefault="00A33586" w:rsidP="00A335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FA59CF" w:rsidRPr="009C54AE" w:rsidRDefault="00FA59CF" w:rsidP="00FA59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Forma zaliczenia przedmiotu (z toku) </w:t>
      </w:r>
      <w:r w:rsidR="00A33586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E22FBC" w:rsidRPr="009C54AE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57449D8B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3358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656B9AB" w14:textId="77777777" w:rsidR="00A33586" w:rsidRPr="009C54AE" w:rsidRDefault="00A3358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5481C2" w14:textId="77777777" w:rsidTr="00745302">
        <w:tc>
          <w:tcPr>
            <w:tcW w:w="9670" w:type="dxa"/>
          </w:tcPr>
          <w:p w14:paraId="4DC0F460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A33586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A33586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7C42DF13" w14:textId="77777777" w:rsidR="0085747A" w:rsidRPr="00A33586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>3.1</w:t>
      </w:r>
      <w:r w:rsidR="00A33586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A33586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391683CB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C1F5C0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Przekazanie studentom wiedzy na temat istoty badań </w:t>
            </w:r>
            <w:r w:rsidR="00A5466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rynkowych i </w:t>
            </w: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marketingowych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8788500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1C8EE521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badawczego.</w:t>
            </w:r>
          </w:p>
        </w:tc>
      </w:tr>
      <w:tr w:rsidR="00D23113" w:rsidRPr="009C54AE" w14:paraId="44EF3743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1D7F14F0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3358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A33586">
        <w:rPr>
          <w:rFonts w:ascii="Corbel" w:hAnsi="Corbel"/>
          <w:b/>
          <w:sz w:val="24"/>
          <w:szCs w:val="24"/>
        </w:rPr>
        <w:t>ucz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A33586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160A757" w14:textId="77777777" w:rsidTr="3D9EED6B">
        <w:tc>
          <w:tcPr>
            <w:tcW w:w="1701" w:type="dxa"/>
            <w:vAlign w:val="center"/>
          </w:tcPr>
          <w:p w14:paraId="41C145ED" w14:textId="77777777" w:rsidR="0085747A" w:rsidRPr="009C54AE" w:rsidRDefault="0085747A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3908D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FA59C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3113" w:rsidRPr="009C54AE" w14:paraId="6259F587" w14:textId="77777777" w:rsidTr="3D9EED6B">
        <w:tc>
          <w:tcPr>
            <w:tcW w:w="1701" w:type="dxa"/>
          </w:tcPr>
          <w:p w14:paraId="4FCA5964" w14:textId="77777777" w:rsidR="00D23113" w:rsidRPr="009C54AE" w:rsidRDefault="00D2311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D23113" w:rsidRPr="00F368A8" w:rsidRDefault="00D23113" w:rsidP="00A335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 w:rsidR="00A5466E"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 w:rsidR="007D1196"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 w:rsidR="00D72F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D23113" w:rsidRPr="00F368A8" w:rsidRDefault="00D2311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23113" w:rsidRPr="009C54AE" w14:paraId="2D03773D" w14:textId="77777777" w:rsidTr="3D9EED6B">
        <w:tc>
          <w:tcPr>
            <w:tcW w:w="1701" w:type="dxa"/>
          </w:tcPr>
          <w:p w14:paraId="56A76B19" w14:textId="77777777" w:rsidR="00D23113" w:rsidRPr="009C54AE" w:rsidRDefault="00D2311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D23113" w:rsidRPr="00804CCC" w:rsidRDefault="00D23113" w:rsidP="00A335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</w:t>
            </w:r>
            <w:r w:rsidR="00804CCC" w:rsidRPr="00804CCC">
              <w:rPr>
                <w:rFonts w:ascii="Corbel" w:hAnsi="Corbel"/>
                <w:sz w:val="24"/>
                <w:szCs w:val="24"/>
              </w:rPr>
              <w:t xml:space="preserve"> zjawisk rynkowych</w:t>
            </w:r>
            <w:r w:rsidR="00D72F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D23113" w:rsidRPr="00F368A8" w:rsidRDefault="00FA59CF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4D0C33" w:rsidRPr="009C54AE" w14:paraId="002A1390" w14:textId="77777777" w:rsidTr="3D9EED6B">
        <w:tc>
          <w:tcPr>
            <w:tcW w:w="1701" w:type="dxa"/>
          </w:tcPr>
          <w:p w14:paraId="41960800" w14:textId="77777777" w:rsidR="004D0C33" w:rsidRPr="009C54AE" w:rsidRDefault="004D0C3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>
              <w:rPr>
                <w:rFonts w:ascii="Corbel" w:hAnsi="Corbel"/>
                <w:sz w:val="24"/>
                <w:szCs w:val="24"/>
              </w:rPr>
              <w:t xml:space="preserve"> oraz ich przyczyny, a także poszukiwanie optymalnych rozwiązań analizowanych zjawisk rynkowych</w:t>
            </w:r>
          </w:p>
        </w:tc>
        <w:tc>
          <w:tcPr>
            <w:tcW w:w="1873" w:type="dxa"/>
          </w:tcPr>
          <w:p w14:paraId="3CFCD0C1" w14:textId="77777777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E6EAEE4" w14:textId="77777777" w:rsidR="004D0C33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04FB9786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3D9EED6B" w14:paraId="1E2EF742" w14:textId="77777777" w:rsidTr="3D9EED6B">
        <w:tc>
          <w:tcPr>
            <w:tcW w:w="1680" w:type="dxa"/>
          </w:tcPr>
          <w:p w14:paraId="11CC23CE" w14:textId="075E2A37" w:rsidR="3D9EED6B" w:rsidRDefault="5F820CB9" w:rsidP="00716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5" w:type="dxa"/>
          </w:tcPr>
          <w:p w14:paraId="45DD617D" w14:textId="01D70A56" w:rsidR="6FC8AD18" w:rsidRDefault="6FC8AD18" w:rsidP="0071681B">
            <w:pPr>
              <w:spacing w:after="0" w:line="240" w:lineRule="auto"/>
              <w:jc w:val="both"/>
            </w:pPr>
            <w:r w:rsidRPr="3D9EED6B">
              <w:rPr>
                <w:rFonts w:ascii="Corbel" w:eastAsia="Corbel" w:hAnsi="Corbel" w:cs="Corbel"/>
                <w:sz w:val="24"/>
                <w:szCs w:val="24"/>
              </w:rPr>
              <w:t>Projektuje instrumenty bad</w:t>
            </w:r>
            <w:r w:rsidR="6472AD3E" w:rsidRPr="3D9EED6B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wcze</w:t>
            </w:r>
            <w:r w:rsidR="3DE7C56A" w:rsidRPr="3D9EED6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w zakresie analizy zjawisk rynkowych.</w:t>
            </w:r>
          </w:p>
        </w:tc>
        <w:tc>
          <w:tcPr>
            <w:tcW w:w="1865" w:type="dxa"/>
          </w:tcPr>
          <w:p w14:paraId="02148561" w14:textId="77777777" w:rsidR="6FC8AD18" w:rsidRDefault="6FC8AD18" w:rsidP="3D9EE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K_U03</w:t>
            </w:r>
          </w:p>
          <w:p w14:paraId="379C35AF" w14:textId="4E3BB1BD" w:rsidR="6FC8AD18" w:rsidRDefault="6FC8AD18" w:rsidP="3D9EE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4D0C33" w:rsidRPr="009C54AE" w14:paraId="1DFA66DD" w14:textId="77777777" w:rsidTr="3D9EED6B">
        <w:tc>
          <w:tcPr>
            <w:tcW w:w="1701" w:type="dxa"/>
          </w:tcPr>
          <w:p w14:paraId="78C3198C" w14:textId="52A8DD12" w:rsidR="004D0C33" w:rsidRPr="009C54AE" w:rsidRDefault="004D0C33" w:rsidP="3D9EE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16506E68" w:rsidRPr="3D9EED6B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</w:p>
        </w:tc>
        <w:tc>
          <w:tcPr>
            <w:tcW w:w="1873" w:type="dxa"/>
          </w:tcPr>
          <w:p w14:paraId="1A5D6DC2" w14:textId="77777777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4D0C33" w:rsidRPr="009C54AE" w14:paraId="7D3471EE" w14:textId="77777777" w:rsidTr="3D9EED6B">
        <w:tc>
          <w:tcPr>
            <w:tcW w:w="1701" w:type="dxa"/>
          </w:tcPr>
          <w:p w14:paraId="74357262" w14:textId="48F0CF41" w:rsidR="004D0C33" w:rsidRPr="009C54AE" w:rsidRDefault="004D0C33" w:rsidP="3D9EE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747ACA26" w:rsidRPr="3D9EED6B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</w:p>
        </w:tc>
        <w:tc>
          <w:tcPr>
            <w:tcW w:w="1873" w:type="dxa"/>
          </w:tcPr>
          <w:p w14:paraId="5B2AA153" w14:textId="77777777" w:rsidR="004D0C33" w:rsidRPr="009F60FB" w:rsidRDefault="004D0C3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62486C05" w14:textId="77777777" w:rsidR="004D0C33" w:rsidRPr="009F60FB" w:rsidRDefault="004D0C3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33586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B99056E" w14:textId="77777777" w:rsidR="00A33586" w:rsidRPr="009C54AE" w:rsidRDefault="00A3358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C4CE8" w:rsidRPr="009C54AE" w:rsidRDefault="008C4CE8" w:rsidP="008C4CE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99C43A" w14:textId="77777777" w:rsidR="008C4CE8" w:rsidRPr="009C54AE" w:rsidRDefault="008C4CE8" w:rsidP="008C4CE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87EA2A8" w14:textId="77777777" w:rsidTr="0037691B">
        <w:tc>
          <w:tcPr>
            <w:tcW w:w="9639" w:type="dxa"/>
          </w:tcPr>
          <w:p w14:paraId="35113026" w14:textId="77777777" w:rsidR="008C4CE8" w:rsidRPr="009C54AE" w:rsidRDefault="008C4CE8" w:rsidP="00A3358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65F8E27D" w14:textId="77777777" w:rsidTr="0037691B">
        <w:tc>
          <w:tcPr>
            <w:tcW w:w="9639" w:type="dxa"/>
          </w:tcPr>
          <w:p w14:paraId="5E0D5C7B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Istota i cele badań</w:t>
            </w:r>
            <w:r w:rsidR="00B966F9"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8C4CE8">
              <w:rPr>
                <w:rFonts w:ascii="Corbel" w:hAnsi="Corbel"/>
                <w:sz w:val="24"/>
                <w:szCs w:val="24"/>
              </w:rPr>
              <w:t>marketingowych</w:t>
            </w:r>
          </w:p>
        </w:tc>
      </w:tr>
      <w:tr w:rsidR="008C4CE8" w:rsidRPr="009C54AE" w14:paraId="18962EAB" w14:textId="77777777" w:rsidTr="0037691B">
        <w:tc>
          <w:tcPr>
            <w:tcW w:w="9639" w:type="dxa"/>
          </w:tcPr>
          <w:p w14:paraId="7C47F605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Rola badań w procesie podejmowania decyzji</w:t>
            </w:r>
          </w:p>
        </w:tc>
      </w:tr>
      <w:tr w:rsidR="008C4CE8" w:rsidRPr="009C54AE" w14:paraId="4FE1EF79" w14:textId="77777777" w:rsidTr="0037691B">
        <w:tc>
          <w:tcPr>
            <w:tcW w:w="9639" w:type="dxa"/>
          </w:tcPr>
          <w:p w14:paraId="48E7763F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Przesłanki wzrostu znaczenia badań </w:t>
            </w:r>
          </w:p>
        </w:tc>
      </w:tr>
      <w:tr w:rsidR="008C4CE8" w:rsidRPr="009C54AE" w14:paraId="7288AF1C" w14:textId="77777777" w:rsidTr="0037691B">
        <w:tc>
          <w:tcPr>
            <w:tcW w:w="9639" w:type="dxa"/>
          </w:tcPr>
          <w:p w14:paraId="5B007AF8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Sposoby określania użyteczności badań </w:t>
            </w:r>
          </w:p>
        </w:tc>
      </w:tr>
      <w:tr w:rsidR="008C4CE8" w:rsidRPr="009C54AE" w14:paraId="0DF31385" w14:textId="77777777" w:rsidTr="0037691B">
        <w:tc>
          <w:tcPr>
            <w:tcW w:w="9639" w:type="dxa"/>
          </w:tcPr>
          <w:p w14:paraId="0344C24D" w14:textId="77777777" w:rsidR="008C4CE8" w:rsidRPr="008C4CE8" w:rsidRDefault="008C4CE8" w:rsidP="00A33586">
            <w:pPr>
              <w:spacing w:after="0"/>
              <w:rPr>
                <w:rFonts w:ascii="Corbel" w:hAnsi="Corbel"/>
                <w:snapToGrid w:val="0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Organizacja badań w przedsiębiorstwie</w:t>
            </w:r>
          </w:p>
        </w:tc>
      </w:tr>
      <w:tr w:rsidR="008C4CE8" w:rsidRPr="009C54AE" w14:paraId="6FDA1905" w14:textId="77777777" w:rsidTr="0037691B">
        <w:tc>
          <w:tcPr>
            <w:tcW w:w="9639" w:type="dxa"/>
          </w:tcPr>
          <w:p w14:paraId="56F1D7F8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Analiza mikro- i </w:t>
            </w:r>
            <w:proofErr w:type="spellStart"/>
            <w:r w:rsidRPr="008C4CE8">
              <w:rPr>
                <w:rFonts w:ascii="Corbel" w:hAnsi="Corbel"/>
                <w:sz w:val="24"/>
                <w:szCs w:val="24"/>
              </w:rPr>
              <w:t>makrootoczenia</w:t>
            </w:r>
            <w:proofErr w:type="spellEnd"/>
            <w:r w:rsidRPr="008C4CE8">
              <w:rPr>
                <w:rFonts w:ascii="Corbel" w:hAnsi="Corbel"/>
                <w:sz w:val="24"/>
                <w:szCs w:val="24"/>
              </w:rPr>
              <w:t xml:space="preserve"> przedsiębiorstwa</w:t>
            </w:r>
          </w:p>
        </w:tc>
      </w:tr>
      <w:tr w:rsidR="008C4CE8" w:rsidRPr="009C54AE" w14:paraId="714E5455" w14:textId="77777777" w:rsidTr="0037691B">
        <w:tc>
          <w:tcPr>
            <w:tcW w:w="9639" w:type="dxa"/>
          </w:tcPr>
          <w:p w14:paraId="3753382B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Uczestnicy rynku badawczego w Polsce </w:t>
            </w:r>
          </w:p>
        </w:tc>
      </w:tr>
      <w:tr w:rsidR="008C4CE8" w:rsidRPr="009C54AE" w14:paraId="5853D14E" w14:textId="77777777" w:rsidTr="0037691B">
        <w:tc>
          <w:tcPr>
            <w:tcW w:w="9639" w:type="dxa"/>
          </w:tcPr>
          <w:p w14:paraId="5EF39C57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  <w:u w:val="single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Etyczne aspekty badań marketingowych</w:t>
            </w:r>
          </w:p>
        </w:tc>
      </w:tr>
      <w:tr w:rsidR="008C4CE8" w:rsidRPr="009C54AE" w14:paraId="330D7274" w14:textId="77777777" w:rsidTr="0037691B">
        <w:tc>
          <w:tcPr>
            <w:tcW w:w="9639" w:type="dxa"/>
          </w:tcPr>
          <w:p w14:paraId="49305ADE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Ewolucja badań marketingowych</w:t>
            </w:r>
          </w:p>
        </w:tc>
      </w:tr>
    </w:tbl>
    <w:p w14:paraId="3461D779" w14:textId="77777777" w:rsidR="00A33586" w:rsidRDefault="00A33586" w:rsidP="00A05BD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CF59E3" w14:textId="77777777" w:rsidR="008C4CE8" w:rsidRPr="009C54AE" w:rsidRDefault="008C4CE8" w:rsidP="008C4CE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A05BD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5225495" w14:textId="77777777" w:rsidTr="0071681B">
        <w:tc>
          <w:tcPr>
            <w:tcW w:w="9520" w:type="dxa"/>
          </w:tcPr>
          <w:p w14:paraId="5D69D229" w14:textId="77777777" w:rsidR="008C4CE8" w:rsidRPr="009C54AE" w:rsidRDefault="008C4CE8" w:rsidP="00A3358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3846C2C7" w14:textId="77777777" w:rsidTr="0071681B">
        <w:tc>
          <w:tcPr>
            <w:tcW w:w="9520" w:type="dxa"/>
          </w:tcPr>
          <w:p w14:paraId="5432F4FF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lastRenderedPageBreak/>
              <w:t xml:space="preserve">Źródła wtórne i pierwotne </w:t>
            </w:r>
          </w:p>
        </w:tc>
      </w:tr>
      <w:tr w:rsidR="008C4CE8" w:rsidRPr="009C54AE" w14:paraId="68A09340" w14:textId="77777777" w:rsidTr="0071681B">
        <w:tc>
          <w:tcPr>
            <w:tcW w:w="9520" w:type="dxa"/>
          </w:tcPr>
          <w:p w14:paraId="1C7D7D97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Rodzaje badań  marketingowych</w:t>
            </w:r>
          </w:p>
        </w:tc>
      </w:tr>
      <w:tr w:rsidR="008C4CE8" w:rsidRPr="009C54AE" w14:paraId="7F73165F" w14:textId="77777777" w:rsidTr="0071681B">
        <w:tc>
          <w:tcPr>
            <w:tcW w:w="9520" w:type="dxa"/>
          </w:tcPr>
          <w:p w14:paraId="50FB3FEC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Projektowanie badania </w:t>
            </w:r>
          </w:p>
        </w:tc>
      </w:tr>
      <w:tr w:rsidR="008C4CE8" w:rsidRPr="009C54AE" w14:paraId="7A8BA211" w14:textId="77777777" w:rsidTr="0071681B">
        <w:tc>
          <w:tcPr>
            <w:tcW w:w="9520" w:type="dxa"/>
          </w:tcPr>
          <w:p w14:paraId="24AE0A20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Budowa instrumentu pomiarowego</w:t>
            </w:r>
          </w:p>
        </w:tc>
      </w:tr>
      <w:tr w:rsidR="008C4CE8" w:rsidRPr="009C54AE" w14:paraId="7C3EA72D" w14:textId="77777777" w:rsidTr="0071681B">
        <w:tc>
          <w:tcPr>
            <w:tcW w:w="9520" w:type="dxa"/>
          </w:tcPr>
          <w:p w14:paraId="5E8BF884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 </w:t>
            </w:r>
          </w:p>
        </w:tc>
      </w:tr>
      <w:tr w:rsidR="008C4CE8" w:rsidRPr="009C54AE" w14:paraId="2C0D80A9" w14:textId="77777777" w:rsidTr="0071681B">
        <w:tc>
          <w:tcPr>
            <w:tcW w:w="9520" w:type="dxa"/>
          </w:tcPr>
          <w:p w14:paraId="09ECC0A8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Metody redukcji i analizy danych</w:t>
            </w:r>
          </w:p>
        </w:tc>
      </w:tr>
      <w:tr w:rsidR="008C4CE8" w:rsidRPr="009C54AE" w14:paraId="090B650E" w14:textId="77777777" w:rsidTr="0071681B">
        <w:tc>
          <w:tcPr>
            <w:tcW w:w="9520" w:type="dxa"/>
          </w:tcPr>
          <w:p w14:paraId="71F6ABE8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0FB78278" w14:textId="77777777" w:rsidR="008C4CE8" w:rsidRPr="009C54AE" w:rsidRDefault="008C4CE8" w:rsidP="00A05BDF">
      <w:pPr>
        <w:pStyle w:val="Punktygwne"/>
        <w:spacing w:before="0" w:after="200"/>
        <w:rPr>
          <w:rFonts w:ascii="Corbel" w:hAnsi="Corbel"/>
          <w:b w:val="0"/>
          <w:szCs w:val="24"/>
        </w:rPr>
      </w:pPr>
    </w:p>
    <w:p w14:paraId="29097ED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FB563BA" w14:textId="77777777" w:rsidR="00C25251" w:rsidRPr="009B41D2" w:rsidRDefault="00C25251" w:rsidP="00C252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33586">
        <w:rPr>
          <w:rFonts w:ascii="Corbel" w:hAnsi="Corbel"/>
          <w:b w:val="0"/>
          <w:smallCaps w:val="0"/>
          <w:szCs w:val="24"/>
        </w:rPr>
        <w:t>.</w:t>
      </w:r>
    </w:p>
    <w:p w14:paraId="56551167" w14:textId="77777777" w:rsidR="00C25251" w:rsidRPr="00297DAF" w:rsidRDefault="00C25251" w:rsidP="00C25251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przypadków.</w:t>
      </w:r>
    </w:p>
    <w:p w14:paraId="3B53EC87" w14:textId="77777777" w:rsidR="00471B00" w:rsidRPr="00A33586" w:rsidRDefault="00A33586" w:rsidP="00471B00">
      <w:pPr>
        <w:rPr>
          <w:rFonts w:ascii="Corbel" w:hAnsi="Corbel"/>
          <w:sz w:val="24"/>
          <w:lang w:eastAsia="pl-PL"/>
        </w:rPr>
      </w:pPr>
      <w:r w:rsidRPr="00A33586">
        <w:rPr>
          <w:rFonts w:ascii="Corbel" w:hAnsi="Corbel"/>
          <w:sz w:val="24"/>
          <w:lang w:eastAsia="pl-PL"/>
        </w:rPr>
        <w:t xml:space="preserve">Możliwość wykorzystania platformy MS </w:t>
      </w:r>
      <w:proofErr w:type="spellStart"/>
      <w:r w:rsidRPr="00A33586">
        <w:rPr>
          <w:rFonts w:ascii="Corbel" w:hAnsi="Corbel"/>
          <w:sz w:val="24"/>
          <w:lang w:eastAsia="pl-PL"/>
        </w:rPr>
        <w:t>Teams</w:t>
      </w:r>
      <w:proofErr w:type="spellEnd"/>
      <w:r w:rsidRPr="00A33586">
        <w:rPr>
          <w:rFonts w:ascii="Corbel" w:hAnsi="Corbel"/>
          <w:sz w:val="24"/>
          <w:lang w:eastAsia="pl-PL"/>
        </w:rPr>
        <w:t>.</w:t>
      </w: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A33586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A33586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71681B">
        <w:tc>
          <w:tcPr>
            <w:tcW w:w="2377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A3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A3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022CF" w:rsidRPr="009C54AE" w14:paraId="5556C46E" w14:textId="77777777" w:rsidTr="0071681B">
        <w:tc>
          <w:tcPr>
            <w:tcW w:w="2377" w:type="dxa"/>
          </w:tcPr>
          <w:p w14:paraId="4EEBB90D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6" w:type="dxa"/>
          </w:tcPr>
          <w:p w14:paraId="59D920A8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  <w:r w:rsidRPr="00471B00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17" w:type="dxa"/>
          </w:tcPr>
          <w:p w14:paraId="0745D724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0071681B">
        <w:tc>
          <w:tcPr>
            <w:tcW w:w="2377" w:type="dxa"/>
          </w:tcPr>
          <w:p w14:paraId="69FEFE27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6" w:type="dxa"/>
          </w:tcPr>
          <w:p w14:paraId="3F1634ED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17" w:type="dxa"/>
          </w:tcPr>
          <w:p w14:paraId="5B793073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0071681B">
        <w:tc>
          <w:tcPr>
            <w:tcW w:w="2377" w:type="dxa"/>
          </w:tcPr>
          <w:p w14:paraId="002D746F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026" w:type="dxa"/>
          </w:tcPr>
          <w:p w14:paraId="62761E4B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206066E6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3D9EED6B" w14:paraId="11C92F15" w14:textId="77777777" w:rsidTr="3D9EED6B">
        <w:tc>
          <w:tcPr>
            <w:tcW w:w="2377" w:type="dxa"/>
          </w:tcPr>
          <w:p w14:paraId="12C08933" w14:textId="4169444A" w:rsidR="00261C74" w:rsidRDefault="00261C74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026" w:type="dxa"/>
          </w:tcPr>
          <w:p w14:paraId="4922A4AC" w14:textId="77777777" w:rsidR="3D9EED6B" w:rsidRDefault="3D9EED6B" w:rsidP="3D9EED6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70E3A709" w14:textId="77777777" w:rsidR="3D9EED6B" w:rsidRDefault="3D9EED6B" w:rsidP="3D9EED6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0932ECE8" w14:textId="77777777" w:rsidTr="0071681B">
        <w:tc>
          <w:tcPr>
            <w:tcW w:w="2377" w:type="dxa"/>
          </w:tcPr>
          <w:p w14:paraId="5990E71B" w14:textId="504D5222" w:rsidR="005022CF" w:rsidRPr="009C54AE" w:rsidRDefault="03CC960A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15C92A9F" w:rsidRPr="3D9EED6B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026" w:type="dxa"/>
          </w:tcPr>
          <w:p w14:paraId="336F0AE9" w14:textId="77777777" w:rsidR="005022CF" w:rsidRDefault="00801276" w:rsidP="00A33586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551F48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9A8D75C" w14:textId="77777777" w:rsidTr="0071681B">
        <w:tc>
          <w:tcPr>
            <w:tcW w:w="2377" w:type="dxa"/>
          </w:tcPr>
          <w:p w14:paraId="4A2F1096" w14:textId="071A8237" w:rsidR="005022CF" w:rsidRPr="009C54AE" w:rsidRDefault="03CC960A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0531D9A3" w:rsidRPr="3D9EED6B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026" w:type="dxa"/>
          </w:tcPr>
          <w:p w14:paraId="79562C62" w14:textId="77777777" w:rsidR="005022CF" w:rsidRDefault="00801276" w:rsidP="00A33586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18A3C57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7459315" w14:textId="77777777" w:rsidR="00A33586" w:rsidRPr="009C54AE" w:rsidRDefault="00A3358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4BA496" w14:textId="77777777" w:rsidTr="0071681B">
        <w:tc>
          <w:tcPr>
            <w:tcW w:w="9520" w:type="dxa"/>
          </w:tcPr>
          <w:p w14:paraId="2845AC82" w14:textId="77777777" w:rsidR="005022CF" w:rsidRPr="00AB25D3" w:rsidRDefault="00911A92" w:rsidP="00911A92">
            <w:pPr>
              <w:pStyle w:val="Nagwek1"/>
              <w:jc w:val="both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Przedmiot kończy się egzaminem pisemnym w formie pytań otwartych, punktacja jest taka sama jak w przypadku kolokwium z ćwiczeń.</w:t>
            </w:r>
          </w:p>
          <w:p w14:paraId="4D2552AF" w14:textId="77777777" w:rsidR="00E70D00" w:rsidRPr="00AB25D3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91C4548" w14:textId="77777777" w:rsidR="00853716" w:rsidRPr="00AB25D3" w:rsidRDefault="00853716" w:rsidP="00221BBC">
            <w:pPr>
              <w:pStyle w:val="Nagwek1"/>
              <w:numPr>
                <w:ilvl w:val="0"/>
                <w:numId w:val="3"/>
              </w:numPr>
              <w:rPr>
                <w:rFonts w:ascii="Corbel" w:eastAsia="Cambria" w:hAnsi="Corbel"/>
                <w:szCs w:val="24"/>
                <w:lang w:val="pl-PL" w:eastAsia="pl-PL"/>
              </w:rPr>
            </w:pPr>
            <w:r w:rsidRPr="00AB25D3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AB25D3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badawczych</w:t>
            </w:r>
            <w:r w:rsidR="00577C9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6EE0EFF9" w14:textId="77777777" w:rsidR="004C3079" w:rsidRPr="007C714D" w:rsidRDefault="004C3079" w:rsidP="00221B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A33586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26253863" w14:textId="77777777" w:rsidR="0085747A" w:rsidRPr="004C3079" w:rsidRDefault="00221BBC" w:rsidP="00A33586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DFB9E2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81119" w:rsidRPr="009C54AE" w14:paraId="44F2BD93" w14:textId="77777777" w:rsidTr="00923D7D">
        <w:tc>
          <w:tcPr>
            <w:tcW w:w="4962" w:type="dxa"/>
          </w:tcPr>
          <w:p w14:paraId="1943409D" w14:textId="77777777" w:rsidR="00681119" w:rsidRPr="009C54AE" w:rsidRDefault="00681119" w:rsidP="00A335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A33586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5AA9C43B" w:rsidR="00681119" w:rsidRPr="009C54AE" w:rsidRDefault="009F5A75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681119" w:rsidRPr="009C54AE" w14:paraId="2858F702" w14:textId="77777777" w:rsidTr="00923D7D">
        <w:tc>
          <w:tcPr>
            <w:tcW w:w="4962" w:type="dxa"/>
          </w:tcPr>
          <w:p w14:paraId="61BA0769" w14:textId="77777777" w:rsidR="00681119" w:rsidRPr="009C54AE" w:rsidRDefault="00681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681119" w:rsidRPr="009C54AE" w:rsidRDefault="00681119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681119" w:rsidRPr="009C54AE" w:rsidRDefault="00681119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81119" w:rsidRPr="009C54AE" w14:paraId="1A6B8CC3" w14:textId="77777777" w:rsidTr="00923D7D">
        <w:tc>
          <w:tcPr>
            <w:tcW w:w="4962" w:type="dxa"/>
          </w:tcPr>
          <w:p w14:paraId="7083F4E7" w14:textId="77777777" w:rsidR="00681119" w:rsidRPr="009C54AE" w:rsidRDefault="00681119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7393B24" w14:textId="138AA1B4" w:rsidR="00681119" w:rsidRPr="009C54AE" w:rsidRDefault="009F5A75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B778152" w14:textId="77777777" w:rsidR="0085747A" w:rsidRPr="009B41D2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41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38610E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37805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8"/>
        <w:gridCol w:w="5445"/>
      </w:tblGrid>
      <w:tr w:rsidR="0085747A" w:rsidRPr="009C54AE" w14:paraId="5454FE01" w14:textId="77777777" w:rsidTr="00CB7351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2211C5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B7351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2211C5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3F29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7B4B86" w14:textId="77777777" w:rsidR="009B41D2" w:rsidRPr="009C54AE" w:rsidRDefault="009B41D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A0FF5F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9C54AE" w14:paraId="321677D8" w14:textId="77777777" w:rsidTr="3D9EED6B">
        <w:trPr>
          <w:trHeight w:val="397"/>
        </w:trPr>
        <w:tc>
          <w:tcPr>
            <w:tcW w:w="9072" w:type="dxa"/>
          </w:tcPr>
          <w:p w14:paraId="729C9695" w14:textId="77777777" w:rsidR="0085747A" w:rsidRDefault="0085747A" w:rsidP="00AB6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D31D52" w:rsidRPr="00233C5A" w:rsidRDefault="00CB7351" w:rsidP="00AB6AFB">
            <w:pPr>
              <w:numPr>
                <w:ilvl w:val="0"/>
                <w:numId w:val="7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 w:rsidR="00932991">
              <w:rPr>
                <w:rFonts w:ascii="Corbel" w:hAnsi="Corbel"/>
                <w:sz w:val="24"/>
                <w:szCs w:val="24"/>
              </w:rPr>
              <w:t>.</w:t>
            </w:r>
          </w:p>
          <w:p w14:paraId="6FB4E72B" w14:textId="77777777" w:rsidR="00233C5A" w:rsidRPr="009C54AE" w:rsidRDefault="00233C5A" w:rsidP="00AB6AF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Badania marketingowe: nowe metody badań i zastosowania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</w:t>
            </w:r>
            <w:r w:rsidR="00577C97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R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edakcja naukowa Róż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a Milic-Czerniak, </w:t>
            </w:r>
            <w:proofErr w:type="spellStart"/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Difin</w:t>
            </w:r>
            <w:proofErr w:type="spellEnd"/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2019.</w:t>
            </w:r>
          </w:p>
        </w:tc>
      </w:tr>
      <w:tr w:rsidR="0085747A" w:rsidRPr="009C54AE" w14:paraId="35079172" w14:textId="77777777" w:rsidTr="3D9EED6B">
        <w:trPr>
          <w:trHeight w:val="397"/>
        </w:trPr>
        <w:tc>
          <w:tcPr>
            <w:tcW w:w="9072" w:type="dxa"/>
          </w:tcPr>
          <w:p w14:paraId="218CA5F3" w14:textId="77777777" w:rsidR="00CB7351" w:rsidRDefault="0085747A" w:rsidP="00AB6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40CC019" w14:textId="77777777" w:rsidR="00233C5A" w:rsidRPr="00233C5A" w:rsidRDefault="6F780B6A" w:rsidP="3D9EED6B">
            <w:pPr>
              <w:pStyle w:val="Nagwek1"/>
              <w:numPr>
                <w:ilvl w:val="0"/>
                <w:numId w:val="5"/>
              </w:numPr>
              <w:ind w:left="284" w:hanging="284"/>
              <w:jc w:val="both"/>
              <w:rPr>
                <w:rFonts w:ascii="Corbel" w:hAnsi="Corbel"/>
                <w:lang w:val="pl-PL" w:eastAsia="pl-PL"/>
              </w:rPr>
            </w:pPr>
            <w:r w:rsidRPr="3D9EED6B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7C918071" w14:textId="74BB4435" w:rsidR="0085747A" w:rsidRPr="00AB25D3" w:rsidRDefault="143D91E5" w:rsidP="3D9EED6B">
            <w:pPr>
              <w:pStyle w:val="Nagwek1"/>
              <w:numPr>
                <w:ilvl w:val="0"/>
                <w:numId w:val="5"/>
              </w:numPr>
              <w:ind w:left="284" w:hanging="284"/>
              <w:jc w:val="both"/>
              <w:rPr>
                <w:rFonts w:ascii="Corbel" w:hAnsi="Corbel"/>
                <w:b/>
                <w:bCs/>
                <w:i/>
                <w:iCs/>
                <w:smallCaps/>
                <w:color w:val="000000"/>
                <w:lang w:eastAsia="pl-PL"/>
              </w:rPr>
            </w:pPr>
            <w:r w:rsidRPr="3D9EED6B">
              <w:rPr>
                <w:rFonts w:ascii="Corbel" w:hAnsi="Corbel"/>
              </w:rPr>
              <w:t>Tarka P.: Uwarunkowania skuteczności badań marketingowych. Wydawnictwo Uniwersytetu Ekonomicznego w Poznaniu, Poznań 2017.</w:t>
            </w:r>
            <w:r w:rsidR="0085747A" w:rsidRPr="3D9EED6B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  <w:p w14:paraId="25BBCB20" w14:textId="0CC2EF9B" w:rsidR="0085747A" w:rsidRPr="00AB25D3" w:rsidRDefault="68AB8721" w:rsidP="3D9EED6B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Corbel" w:eastAsia="Corbel" w:hAnsi="Corbel" w:cs="Corbel"/>
                <w:sz w:val="24"/>
                <w:szCs w:val="24"/>
              </w:rPr>
            </w:pPr>
            <w:r w:rsidRPr="3D9EED6B">
              <w:rPr>
                <w:rFonts w:ascii="Corbel" w:eastAsia="Corbel" w:hAnsi="Corbel" w:cs="Corbel"/>
                <w:sz w:val="24"/>
                <w:szCs w:val="24"/>
              </w:rPr>
              <w:t xml:space="preserve">Szopiński W.  Użyteczność badań marketingowych w procesach decyzyjnych przedsiębiorstw na przykładzie firmy Harry Poland </w:t>
            </w:r>
            <w:proofErr w:type="spellStart"/>
            <w:r w:rsidRPr="3D9EED6B">
              <w:rPr>
                <w:rFonts w:ascii="Corbel" w:eastAsia="Corbel" w:hAnsi="Corbel" w:cs="Corbel"/>
                <w:sz w:val="24"/>
                <w:szCs w:val="24"/>
              </w:rPr>
              <w:t>Group</w:t>
            </w:r>
            <w:proofErr w:type="spellEnd"/>
            <w:r w:rsidRPr="3D9EED6B">
              <w:rPr>
                <w:rFonts w:ascii="Corbel" w:eastAsia="Corbel" w:hAnsi="Corbel" w:cs="Corbel"/>
                <w:sz w:val="24"/>
                <w:szCs w:val="24"/>
              </w:rPr>
              <w:t xml:space="preserve"> [w:] Społeczeństwo wobec wyzwań współczesności. Pod red. K. Jaremczuka. Wyd. </w:t>
            </w:r>
            <w:proofErr w:type="spellStart"/>
            <w:r w:rsidRPr="3D9EED6B">
              <w:rPr>
                <w:rFonts w:ascii="Corbel" w:eastAsia="Corbel" w:hAnsi="Corbel" w:cs="Corbel"/>
                <w:sz w:val="24"/>
                <w:szCs w:val="24"/>
              </w:rPr>
              <w:t>PWSZ</w:t>
            </w:r>
            <w:proofErr w:type="spellEnd"/>
            <w:r w:rsidRPr="3D9EED6B">
              <w:rPr>
                <w:rFonts w:ascii="Corbel" w:eastAsia="Corbel" w:hAnsi="Corbel" w:cs="Corbel"/>
                <w:sz w:val="24"/>
                <w:szCs w:val="24"/>
              </w:rPr>
              <w:t xml:space="preserve"> Tarnobrzeg, </w:t>
            </w:r>
            <w:r w:rsidR="19E45AB2" w:rsidRPr="3D9EED6B">
              <w:rPr>
                <w:rFonts w:ascii="Corbel" w:eastAsia="Corbel" w:hAnsi="Corbel" w:cs="Corbel"/>
                <w:sz w:val="24"/>
                <w:szCs w:val="24"/>
              </w:rPr>
              <w:t xml:space="preserve">2012, 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s. 271-294</w:t>
            </w:r>
          </w:p>
        </w:tc>
      </w:tr>
    </w:tbl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8290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226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7AD93B2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14:paraId="0DE4B5B7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14:paraId="66204FF1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748094" w14:textId="77777777" w:rsidR="00F81879" w:rsidRDefault="00F81879" w:rsidP="00C16ABF">
      <w:pPr>
        <w:spacing w:after="0" w:line="240" w:lineRule="auto"/>
      </w:pPr>
      <w:r>
        <w:separator/>
      </w:r>
    </w:p>
  </w:endnote>
  <w:endnote w:type="continuationSeparator" w:id="0">
    <w:p w14:paraId="6A3B394A" w14:textId="77777777" w:rsidR="00F81879" w:rsidRDefault="00F818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E4070C" w14:textId="77777777" w:rsidR="00F81879" w:rsidRDefault="00F81879" w:rsidP="00C16ABF">
      <w:pPr>
        <w:spacing w:after="0" w:line="240" w:lineRule="auto"/>
      </w:pPr>
      <w:r>
        <w:separator/>
      </w:r>
    </w:p>
  </w:footnote>
  <w:footnote w:type="continuationSeparator" w:id="0">
    <w:p w14:paraId="49515BF9" w14:textId="77777777" w:rsidR="00F81879" w:rsidRDefault="00F8187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FA59CF" w:rsidRDefault="00FA59CF" w:rsidP="00FA59C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E344A8"/>
    <w:multiLevelType w:val="hybridMultilevel"/>
    <w:tmpl w:val="C9AC6B28"/>
    <w:lvl w:ilvl="0" w:tplc="C54215B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D84C9E0">
      <w:numFmt w:val="decimal"/>
      <w:lvlText w:val=""/>
      <w:lvlJc w:val="left"/>
    </w:lvl>
    <w:lvl w:ilvl="2" w:tplc="1ADE15E8">
      <w:numFmt w:val="decimal"/>
      <w:lvlText w:val=""/>
      <w:lvlJc w:val="left"/>
    </w:lvl>
    <w:lvl w:ilvl="3" w:tplc="B26449E4">
      <w:numFmt w:val="decimal"/>
      <w:lvlText w:val=""/>
      <w:lvlJc w:val="left"/>
    </w:lvl>
    <w:lvl w:ilvl="4" w:tplc="39E09D64">
      <w:numFmt w:val="decimal"/>
      <w:lvlText w:val=""/>
      <w:lvlJc w:val="left"/>
    </w:lvl>
    <w:lvl w:ilvl="5" w:tplc="7902C356">
      <w:numFmt w:val="decimal"/>
      <w:lvlText w:val=""/>
      <w:lvlJc w:val="left"/>
    </w:lvl>
    <w:lvl w:ilvl="6" w:tplc="463273B8">
      <w:numFmt w:val="decimal"/>
      <w:lvlText w:val=""/>
      <w:lvlJc w:val="left"/>
    </w:lvl>
    <w:lvl w:ilvl="7" w:tplc="E1DEA482">
      <w:numFmt w:val="decimal"/>
      <w:lvlText w:val=""/>
      <w:lvlJc w:val="left"/>
    </w:lvl>
    <w:lvl w:ilvl="8" w:tplc="AF24902A">
      <w:numFmt w:val="decimal"/>
      <w:lvlText w:val=""/>
      <w:lvlJc w:val="left"/>
    </w:lvl>
  </w:abstractNum>
  <w:abstractNum w:abstractNumId="4" w15:restartNumberingAfterBreak="0">
    <w:nsid w:val="47CC1312"/>
    <w:multiLevelType w:val="hybridMultilevel"/>
    <w:tmpl w:val="9E34D24A"/>
    <w:lvl w:ilvl="0" w:tplc="0FA4751E">
      <w:start w:val="1"/>
      <w:numFmt w:val="decimal"/>
      <w:lvlText w:val="%1."/>
      <w:lvlJc w:val="left"/>
      <w:pPr>
        <w:ind w:left="1046" w:hanging="360"/>
      </w:pPr>
      <w:rPr>
        <w:b w:val="0"/>
        <w:i w:val="0"/>
        <w:sz w:val="24"/>
      </w:rPr>
    </w:lvl>
    <w:lvl w:ilvl="1" w:tplc="680CF27C" w:tentative="1">
      <w:start w:val="1"/>
      <w:numFmt w:val="lowerLetter"/>
      <w:lvlText w:val="%2."/>
      <w:lvlJc w:val="left"/>
      <w:pPr>
        <w:ind w:left="1406" w:hanging="360"/>
      </w:pPr>
    </w:lvl>
    <w:lvl w:ilvl="2" w:tplc="3A5C488A" w:tentative="1">
      <w:start w:val="1"/>
      <w:numFmt w:val="lowerRoman"/>
      <w:lvlText w:val="%3."/>
      <w:lvlJc w:val="right"/>
      <w:pPr>
        <w:ind w:left="2126" w:hanging="180"/>
      </w:pPr>
    </w:lvl>
    <w:lvl w:ilvl="3" w:tplc="5388E8B0" w:tentative="1">
      <w:start w:val="1"/>
      <w:numFmt w:val="decimal"/>
      <w:lvlText w:val="%4."/>
      <w:lvlJc w:val="left"/>
      <w:pPr>
        <w:ind w:left="2846" w:hanging="360"/>
      </w:pPr>
    </w:lvl>
    <w:lvl w:ilvl="4" w:tplc="6C66E268" w:tentative="1">
      <w:start w:val="1"/>
      <w:numFmt w:val="lowerLetter"/>
      <w:lvlText w:val="%5."/>
      <w:lvlJc w:val="left"/>
      <w:pPr>
        <w:ind w:left="3566" w:hanging="360"/>
      </w:pPr>
    </w:lvl>
    <w:lvl w:ilvl="5" w:tplc="33FE16A8" w:tentative="1">
      <w:start w:val="1"/>
      <w:numFmt w:val="lowerRoman"/>
      <w:lvlText w:val="%6."/>
      <w:lvlJc w:val="right"/>
      <w:pPr>
        <w:ind w:left="4286" w:hanging="180"/>
      </w:pPr>
    </w:lvl>
    <w:lvl w:ilvl="6" w:tplc="8E4C6A12" w:tentative="1">
      <w:start w:val="1"/>
      <w:numFmt w:val="decimal"/>
      <w:lvlText w:val="%7."/>
      <w:lvlJc w:val="left"/>
      <w:pPr>
        <w:ind w:left="5006" w:hanging="360"/>
      </w:pPr>
    </w:lvl>
    <w:lvl w:ilvl="7" w:tplc="B336CB42" w:tentative="1">
      <w:start w:val="1"/>
      <w:numFmt w:val="lowerLetter"/>
      <w:lvlText w:val="%8."/>
      <w:lvlJc w:val="left"/>
      <w:pPr>
        <w:ind w:left="5726" w:hanging="360"/>
      </w:pPr>
    </w:lvl>
    <w:lvl w:ilvl="8" w:tplc="500A0B88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D339F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D43"/>
    <w:rsid w:val="00070ED6"/>
    <w:rsid w:val="00073B6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560E"/>
    <w:rsid w:val="00127108"/>
    <w:rsid w:val="00134A12"/>
    <w:rsid w:val="00134B13"/>
    <w:rsid w:val="00146BC0"/>
    <w:rsid w:val="00150C2C"/>
    <w:rsid w:val="00153C41"/>
    <w:rsid w:val="00154381"/>
    <w:rsid w:val="00164FA7"/>
    <w:rsid w:val="00166A03"/>
    <w:rsid w:val="001737CF"/>
    <w:rsid w:val="00176083"/>
    <w:rsid w:val="00192F37"/>
    <w:rsid w:val="001A116D"/>
    <w:rsid w:val="001A187F"/>
    <w:rsid w:val="001A70D2"/>
    <w:rsid w:val="001B71BE"/>
    <w:rsid w:val="001D657B"/>
    <w:rsid w:val="001D7B54"/>
    <w:rsid w:val="001E0209"/>
    <w:rsid w:val="001F2CA2"/>
    <w:rsid w:val="002144C0"/>
    <w:rsid w:val="002211C5"/>
    <w:rsid w:val="00221BBC"/>
    <w:rsid w:val="0022477D"/>
    <w:rsid w:val="002336F9"/>
    <w:rsid w:val="00233C5A"/>
    <w:rsid w:val="0024028F"/>
    <w:rsid w:val="00244ABC"/>
    <w:rsid w:val="00261C74"/>
    <w:rsid w:val="00281FF2"/>
    <w:rsid w:val="00282F43"/>
    <w:rsid w:val="002857DE"/>
    <w:rsid w:val="00291567"/>
    <w:rsid w:val="002A2389"/>
    <w:rsid w:val="002A671D"/>
    <w:rsid w:val="002B4D55"/>
    <w:rsid w:val="002B5EA0"/>
    <w:rsid w:val="002B6119"/>
    <w:rsid w:val="002C1F06"/>
    <w:rsid w:val="002D33A8"/>
    <w:rsid w:val="002D73D4"/>
    <w:rsid w:val="002F02A3"/>
    <w:rsid w:val="002F4ABE"/>
    <w:rsid w:val="003018BA"/>
    <w:rsid w:val="00305C92"/>
    <w:rsid w:val="003151C5"/>
    <w:rsid w:val="003168A6"/>
    <w:rsid w:val="00332E06"/>
    <w:rsid w:val="003343CF"/>
    <w:rsid w:val="00346FE9"/>
    <w:rsid w:val="0034759A"/>
    <w:rsid w:val="003503F6"/>
    <w:rsid w:val="003530DD"/>
    <w:rsid w:val="00363F78"/>
    <w:rsid w:val="0037691B"/>
    <w:rsid w:val="003852CE"/>
    <w:rsid w:val="003908D2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62C6"/>
    <w:rsid w:val="00437FA2"/>
    <w:rsid w:val="00461EFC"/>
    <w:rsid w:val="004652C2"/>
    <w:rsid w:val="0047045E"/>
    <w:rsid w:val="00471326"/>
    <w:rsid w:val="00471B00"/>
    <w:rsid w:val="0047598D"/>
    <w:rsid w:val="004840FD"/>
    <w:rsid w:val="00490F7D"/>
    <w:rsid w:val="00491678"/>
    <w:rsid w:val="004968E2"/>
    <w:rsid w:val="004A3EEA"/>
    <w:rsid w:val="004A4D1F"/>
    <w:rsid w:val="004B4632"/>
    <w:rsid w:val="004C3079"/>
    <w:rsid w:val="004D0C33"/>
    <w:rsid w:val="004D5282"/>
    <w:rsid w:val="004F1551"/>
    <w:rsid w:val="004F1F3C"/>
    <w:rsid w:val="004F55A3"/>
    <w:rsid w:val="005022CF"/>
    <w:rsid w:val="0050496F"/>
    <w:rsid w:val="00513B6F"/>
    <w:rsid w:val="00517C63"/>
    <w:rsid w:val="005363C4"/>
    <w:rsid w:val="00536BDE"/>
    <w:rsid w:val="005403B1"/>
    <w:rsid w:val="00543ACC"/>
    <w:rsid w:val="00577C97"/>
    <w:rsid w:val="005A0855"/>
    <w:rsid w:val="005A3196"/>
    <w:rsid w:val="005C080F"/>
    <w:rsid w:val="005C55E5"/>
    <w:rsid w:val="005C696A"/>
    <w:rsid w:val="005E267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81119"/>
    <w:rsid w:val="006D050F"/>
    <w:rsid w:val="006D6139"/>
    <w:rsid w:val="006E5D65"/>
    <w:rsid w:val="006F1282"/>
    <w:rsid w:val="006F1FBC"/>
    <w:rsid w:val="006F277D"/>
    <w:rsid w:val="007072BA"/>
    <w:rsid w:val="0071620A"/>
    <w:rsid w:val="0071681B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2E21"/>
    <w:rsid w:val="007B5EE3"/>
    <w:rsid w:val="007C3299"/>
    <w:rsid w:val="007C3BCC"/>
    <w:rsid w:val="007C714D"/>
    <w:rsid w:val="007D1196"/>
    <w:rsid w:val="007D283B"/>
    <w:rsid w:val="007D6860"/>
    <w:rsid w:val="007D6E56"/>
    <w:rsid w:val="007F4155"/>
    <w:rsid w:val="00801276"/>
    <w:rsid w:val="00804CCC"/>
    <w:rsid w:val="0081707E"/>
    <w:rsid w:val="008320CB"/>
    <w:rsid w:val="008357DC"/>
    <w:rsid w:val="008449B3"/>
    <w:rsid w:val="00851B7D"/>
    <w:rsid w:val="00853716"/>
    <w:rsid w:val="0085747A"/>
    <w:rsid w:val="00884922"/>
    <w:rsid w:val="00885F64"/>
    <w:rsid w:val="008917F9"/>
    <w:rsid w:val="008A45F7"/>
    <w:rsid w:val="008A4AC5"/>
    <w:rsid w:val="008C0CC0"/>
    <w:rsid w:val="008C19A9"/>
    <w:rsid w:val="008C379D"/>
    <w:rsid w:val="008C4CE8"/>
    <w:rsid w:val="008C5147"/>
    <w:rsid w:val="008C5359"/>
    <w:rsid w:val="008C5363"/>
    <w:rsid w:val="008D3DFB"/>
    <w:rsid w:val="008E64F4"/>
    <w:rsid w:val="008F12C9"/>
    <w:rsid w:val="008F6E29"/>
    <w:rsid w:val="00911A92"/>
    <w:rsid w:val="00916188"/>
    <w:rsid w:val="00923D7D"/>
    <w:rsid w:val="00932991"/>
    <w:rsid w:val="00935A21"/>
    <w:rsid w:val="009508DF"/>
    <w:rsid w:val="00950DAC"/>
    <w:rsid w:val="00954A07"/>
    <w:rsid w:val="00997F14"/>
    <w:rsid w:val="009A4941"/>
    <w:rsid w:val="009A78D9"/>
    <w:rsid w:val="009B41D2"/>
    <w:rsid w:val="009C3E31"/>
    <w:rsid w:val="009C54AE"/>
    <w:rsid w:val="009C6439"/>
    <w:rsid w:val="009C788E"/>
    <w:rsid w:val="009E282B"/>
    <w:rsid w:val="009E3B41"/>
    <w:rsid w:val="009F3C5C"/>
    <w:rsid w:val="009F4610"/>
    <w:rsid w:val="009F5A75"/>
    <w:rsid w:val="00A00ECC"/>
    <w:rsid w:val="00A05BDF"/>
    <w:rsid w:val="00A12862"/>
    <w:rsid w:val="00A155EE"/>
    <w:rsid w:val="00A2245B"/>
    <w:rsid w:val="00A30110"/>
    <w:rsid w:val="00A33586"/>
    <w:rsid w:val="00A36899"/>
    <w:rsid w:val="00A371F6"/>
    <w:rsid w:val="00A43BF6"/>
    <w:rsid w:val="00A5466E"/>
    <w:rsid w:val="00A54817"/>
    <w:rsid w:val="00A601C8"/>
    <w:rsid w:val="00A60799"/>
    <w:rsid w:val="00A97DE1"/>
    <w:rsid w:val="00AA30D7"/>
    <w:rsid w:val="00AB053C"/>
    <w:rsid w:val="00AB25D3"/>
    <w:rsid w:val="00AB6AFB"/>
    <w:rsid w:val="00AD1146"/>
    <w:rsid w:val="00AD1B91"/>
    <w:rsid w:val="00AD27D3"/>
    <w:rsid w:val="00AD66D6"/>
    <w:rsid w:val="00AE1160"/>
    <w:rsid w:val="00AE203C"/>
    <w:rsid w:val="00AE2E74"/>
    <w:rsid w:val="00AE51AB"/>
    <w:rsid w:val="00AE5FCB"/>
    <w:rsid w:val="00AF2C1E"/>
    <w:rsid w:val="00B02A1A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77DA7"/>
    <w:rsid w:val="00B8056E"/>
    <w:rsid w:val="00B819C8"/>
    <w:rsid w:val="00B82308"/>
    <w:rsid w:val="00B90675"/>
    <w:rsid w:val="00B966F9"/>
    <w:rsid w:val="00BB520A"/>
    <w:rsid w:val="00BD3869"/>
    <w:rsid w:val="00BD66E9"/>
    <w:rsid w:val="00C058B4"/>
    <w:rsid w:val="00C131B5"/>
    <w:rsid w:val="00C16ABF"/>
    <w:rsid w:val="00C170AE"/>
    <w:rsid w:val="00C25251"/>
    <w:rsid w:val="00C26CB7"/>
    <w:rsid w:val="00C324C1"/>
    <w:rsid w:val="00C36992"/>
    <w:rsid w:val="00C4303C"/>
    <w:rsid w:val="00C56036"/>
    <w:rsid w:val="00C61DC5"/>
    <w:rsid w:val="00C67E92"/>
    <w:rsid w:val="00C70A26"/>
    <w:rsid w:val="00C767DB"/>
    <w:rsid w:val="00C94B98"/>
    <w:rsid w:val="00CA2B96"/>
    <w:rsid w:val="00CA5089"/>
    <w:rsid w:val="00CB7351"/>
    <w:rsid w:val="00CE5BAC"/>
    <w:rsid w:val="00CF25BE"/>
    <w:rsid w:val="00CF78ED"/>
    <w:rsid w:val="00D02B25"/>
    <w:rsid w:val="00D02EBA"/>
    <w:rsid w:val="00D17C3C"/>
    <w:rsid w:val="00D23113"/>
    <w:rsid w:val="00D26B2C"/>
    <w:rsid w:val="00D31D52"/>
    <w:rsid w:val="00D352C9"/>
    <w:rsid w:val="00D425B2"/>
    <w:rsid w:val="00D52B44"/>
    <w:rsid w:val="00D552B2"/>
    <w:rsid w:val="00D608D1"/>
    <w:rsid w:val="00D72FDB"/>
    <w:rsid w:val="00D74119"/>
    <w:rsid w:val="00D8075B"/>
    <w:rsid w:val="00D8678B"/>
    <w:rsid w:val="00DA2114"/>
    <w:rsid w:val="00DE2269"/>
    <w:rsid w:val="00DF17B3"/>
    <w:rsid w:val="00DF320D"/>
    <w:rsid w:val="00E129B8"/>
    <w:rsid w:val="00E21E7D"/>
    <w:rsid w:val="00E22FBC"/>
    <w:rsid w:val="00E24BF5"/>
    <w:rsid w:val="00E25338"/>
    <w:rsid w:val="00E31E10"/>
    <w:rsid w:val="00E474A3"/>
    <w:rsid w:val="00E51E44"/>
    <w:rsid w:val="00E63348"/>
    <w:rsid w:val="00E70D00"/>
    <w:rsid w:val="00E77E88"/>
    <w:rsid w:val="00E8107D"/>
    <w:rsid w:val="00EC4899"/>
    <w:rsid w:val="00ED03AB"/>
    <w:rsid w:val="00ED32D2"/>
    <w:rsid w:val="00EE32DE"/>
    <w:rsid w:val="00EE5457"/>
    <w:rsid w:val="00EF3C93"/>
    <w:rsid w:val="00F070AB"/>
    <w:rsid w:val="00F27A7B"/>
    <w:rsid w:val="00F368A8"/>
    <w:rsid w:val="00F617C3"/>
    <w:rsid w:val="00F6375C"/>
    <w:rsid w:val="00F7066B"/>
    <w:rsid w:val="00F81879"/>
    <w:rsid w:val="00FA1CB1"/>
    <w:rsid w:val="00FA59CF"/>
    <w:rsid w:val="00FB106C"/>
    <w:rsid w:val="00FB7DBA"/>
    <w:rsid w:val="00FC1C25"/>
    <w:rsid w:val="00FC3F45"/>
    <w:rsid w:val="00FC6A6D"/>
    <w:rsid w:val="00FD503F"/>
    <w:rsid w:val="00FD7589"/>
    <w:rsid w:val="00FF016A"/>
    <w:rsid w:val="00FF1401"/>
    <w:rsid w:val="00FF5E7D"/>
    <w:rsid w:val="03CC960A"/>
    <w:rsid w:val="0531D9A3"/>
    <w:rsid w:val="09962E10"/>
    <w:rsid w:val="0AED3A53"/>
    <w:rsid w:val="0FE6EA62"/>
    <w:rsid w:val="143D91E5"/>
    <w:rsid w:val="15370003"/>
    <w:rsid w:val="15C92A9F"/>
    <w:rsid w:val="16506E68"/>
    <w:rsid w:val="19E45AB2"/>
    <w:rsid w:val="1D187802"/>
    <w:rsid w:val="2720AB5A"/>
    <w:rsid w:val="368EC1B6"/>
    <w:rsid w:val="3D9EED6B"/>
    <w:rsid w:val="3DE7C56A"/>
    <w:rsid w:val="48307729"/>
    <w:rsid w:val="4C50C62A"/>
    <w:rsid w:val="53722DB1"/>
    <w:rsid w:val="5F820CB9"/>
    <w:rsid w:val="6472AD3E"/>
    <w:rsid w:val="68AB8721"/>
    <w:rsid w:val="6F780B6A"/>
    <w:rsid w:val="6FC8AD18"/>
    <w:rsid w:val="747ACA26"/>
    <w:rsid w:val="7E77C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0BE15"/>
  <w15:chartTrackingRefBased/>
  <w15:docId w15:val="{CE0DE2DC-C7CC-446C-B739-63D1749C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65E48-27AD-4FE6-A9E5-FA5DA08E5B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AF24A9-F4D4-4EB8-9992-F5541FCAA6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47216D-189C-4C27-B233-318B8B5B4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927</Words>
  <Characters>5562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Sekcja Jakości i Akr. KNS</cp:lastModifiedBy>
  <cp:revision>21</cp:revision>
  <cp:lastPrinted>2017-05-04T18:28:00Z</cp:lastPrinted>
  <dcterms:created xsi:type="dcterms:W3CDTF">2020-12-01T08:18:00Z</dcterms:created>
  <dcterms:modified xsi:type="dcterms:W3CDTF">2021-09-03T09:39:00Z</dcterms:modified>
</cp:coreProperties>
</file>